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5D5781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5D5781" w:rsidRPr="005D5781">
          <w:rPr>
            <w:rStyle w:val="a9"/>
          </w:rPr>
          <w:t>МУНИЦИПАЛЬНОЕ КАЗЁННОЕ УЧРЕЖДЕНИЕ КУЛЬТУРЫ "ЛЕБЕДЕВСКИЙ КУЛЬТУРНО-ДОСУГОВЫЙ ЦЕНТР"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118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63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5D5781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5D5781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Pr="00F06873" w:rsidRDefault="005D578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D6444C">
            <w:pPr>
              <w:rPr>
                <w:b/>
                <w:sz w:val="18"/>
                <w:szCs w:val="18"/>
              </w:rPr>
            </w:pPr>
            <w:r w:rsidRPr="005D5781">
              <w:rPr>
                <w:b/>
                <w:sz w:val="18"/>
                <w:szCs w:val="18"/>
              </w:rPr>
              <w:t>СДК</w:t>
            </w:r>
            <w:r w:rsidR="00D6444C">
              <w:rPr>
                <w:b/>
                <w:sz w:val="18"/>
                <w:szCs w:val="18"/>
              </w:rPr>
              <w:t xml:space="preserve"> с. Лебедево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Pr="00F06873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КДЦ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Pr="00F06873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Культорганизатор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</w:t>
            </w:r>
            <w:r>
              <w:rPr>
                <w:sz w:val="18"/>
                <w:szCs w:val="18"/>
              </w:rPr>
              <w:lastRenderedPageBreak/>
              <w:t>33/1/18-3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54-33/1/18-4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Звукорежиссер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дискотеки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CC13AA">
            <w:pPr>
              <w:rPr>
                <w:b/>
                <w:sz w:val="18"/>
                <w:szCs w:val="18"/>
              </w:rPr>
            </w:pPr>
            <w:r w:rsidRPr="005D5781">
              <w:rPr>
                <w:b/>
                <w:sz w:val="18"/>
                <w:szCs w:val="18"/>
              </w:rPr>
              <w:t xml:space="preserve"> СДК</w:t>
            </w:r>
            <w:r w:rsidR="00CC13AA">
              <w:rPr>
                <w:b/>
                <w:sz w:val="18"/>
                <w:szCs w:val="18"/>
              </w:rPr>
              <w:t xml:space="preserve"> с. Дергоусово</w:t>
            </w:r>
            <w:bookmarkStart w:id="7" w:name="_GoBack"/>
            <w:bookmarkEnd w:id="7"/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Режиссер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Культорганизатор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кружка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b/>
                <w:sz w:val="18"/>
                <w:szCs w:val="18"/>
              </w:rPr>
            </w:pPr>
            <w:r w:rsidRPr="005D5781">
              <w:rPr>
                <w:b/>
                <w:sz w:val="18"/>
                <w:szCs w:val="18"/>
              </w:rPr>
              <w:t xml:space="preserve">Киноустановка </w:t>
            </w:r>
            <w:proofErr w:type="spellStart"/>
            <w:r w:rsidRPr="005D5781">
              <w:rPr>
                <w:b/>
                <w:sz w:val="18"/>
                <w:szCs w:val="18"/>
              </w:rPr>
              <w:t>с</w:t>
            </w:r>
            <w:proofErr w:type="gramStart"/>
            <w:r w:rsidRPr="005D5781">
              <w:rPr>
                <w:b/>
                <w:sz w:val="18"/>
                <w:szCs w:val="18"/>
              </w:rPr>
              <w:t>.Л</w:t>
            </w:r>
            <w:proofErr w:type="gramEnd"/>
            <w:r w:rsidRPr="005D5781">
              <w:rPr>
                <w:b/>
                <w:sz w:val="18"/>
                <w:szCs w:val="18"/>
              </w:rPr>
              <w:t>ебедево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D5781" w:rsidRPr="00F06873" w:rsidTr="004654AF">
        <w:tc>
          <w:tcPr>
            <w:tcW w:w="959" w:type="dxa"/>
            <w:shd w:val="clear" w:color="auto" w:fill="auto"/>
            <w:vAlign w:val="center"/>
          </w:tcPr>
          <w:p w:rsid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54-33/1/18-14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D5781" w:rsidRPr="005D5781" w:rsidRDefault="005D5781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Киномеханик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D5781" w:rsidRDefault="005D5781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 w:rsidR="005D5781">
          <w:rPr>
            <w:rStyle w:val="a9"/>
          </w:rPr>
          <w:t>01.03.2018</w:t>
        </w:r>
      </w:fldSimple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D5781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D5781" w:rsidP="009D6532">
            <w:pPr>
              <w:pStyle w:val="aa"/>
            </w:pPr>
            <w:r>
              <w:t>Шаблина М.А.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5D5781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5D578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D5781" w:rsidP="009D6532">
            <w:pPr>
              <w:pStyle w:val="aa"/>
            </w:pPr>
            <w:r>
              <w:t>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5D5781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5D578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5D5781" w:rsidRPr="005D5781" w:rsidTr="005D5781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  <w:r>
              <w:t>Руководитель кружка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  <w:r>
              <w:t>Котова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5781" w:rsidRPr="005D5781" w:rsidRDefault="005D5781" w:rsidP="009D6532">
            <w:pPr>
              <w:pStyle w:val="aa"/>
            </w:pPr>
          </w:p>
        </w:tc>
      </w:tr>
      <w:tr w:rsidR="005D5781" w:rsidRPr="005D5781" w:rsidTr="005D5781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  <w:r w:rsidRPr="005D578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  <w:r w:rsidRPr="005D578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  <w:r w:rsidRPr="005D578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D5781" w:rsidRPr="005D5781" w:rsidRDefault="005D5781" w:rsidP="009D6532">
            <w:pPr>
              <w:pStyle w:val="aa"/>
              <w:rPr>
                <w:vertAlign w:val="superscript"/>
              </w:rPr>
            </w:pPr>
            <w:r w:rsidRPr="005D5781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3E7D0E" w:rsidRPr="003E7D0E" w:rsidTr="003E7D0E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D5781" w:rsidRDefault="005D5781" w:rsidP="002743B5">
            <w:pPr>
              <w:pStyle w:val="aa"/>
            </w:pPr>
            <w:r w:rsidRPr="005D5781">
              <w:t>1391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D5781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D5781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D5781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D5781" w:rsidRDefault="005D5781" w:rsidP="002743B5">
            <w:pPr>
              <w:pStyle w:val="aa"/>
            </w:pPr>
            <w:r w:rsidRPr="005D5781">
              <w:t>Авдонин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D5781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D5781" w:rsidRDefault="002743B5" w:rsidP="002743B5">
            <w:pPr>
              <w:pStyle w:val="aa"/>
            </w:pPr>
          </w:p>
        </w:tc>
      </w:tr>
      <w:tr w:rsidR="003E7D0E" w:rsidRPr="003E7D0E" w:rsidTr="003E7D0E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3E7D0E" w:rsidRDefault="005D5781" w:rsidP="002743B5">
            <w:pPr>
              <w:pStyle w:val="aa"/>
              <w:rPr>
                <w:b/>
                <w:vertAlign w:val="superscript"/>
              </w:rPr>
            </w:pPr>
            <w:r w:rsidRPr="003E7D0E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3E7D0E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3E7D0E" w:rsidRDefault="005D5781" w:rsidP="002743B5">
            <w:pPr>
              <w:pStyle w:val="aa"/>
              <w:rPr>
                <w:b/>
                <w:vertAlign w:val="superscript"/>
              </w:rPr>
            </w:pPr>
            <w:r w:rsidRPr="003E7D0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3E7D0E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3E7D0E" w:rsidRDefault="005D5781" w:rsidP="002743B5">
            <w:pPr>
              <w:pStyle w:val="aa"/>
              <w:rPr>
                <w:b/>
                <w:vertAlign w:val="superscript"/>
              </w:rPr>
            </w:pPr>
            <w:r w:rsidRPr="003E7D0E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3E7D0E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3E7D0E" w:rsidRDefault="005D5781" w:rsidP="002743B5">
            <w:pPr>
              <w:pStyle w:val="aa"/>
              <w:rPr>
                <w:vertAlign w:val="superscript"/>
              </w:rPr>
            </w:pPr>
            <w:r w:rsidRPr="003E7D0E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E1F" w:rsidRPr="00AC5D49" w:rsidRDefault="00EC0E1F" w:rsidP="005D5781">
      <w:r>
        <w:separator/>
      </w:r>
    </w:p>
  </w:endnote>
  <w:endnote w:type="continuationSeparator" w:id="0">
    <w:p w:rsidR="00EC0E1F" w:rsidRPr="00AC5D49" w:rsidRDefault="00EC0E1F" w:rsidP="005D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E1F" w:rsidRPr="00AC5D49" w:rsidRDefault="00EC0E1F" w:rsidP="005D5781">
      <w:r>
        <w:separator/>
      </w:r>
    </w:p>
  </w:footnote>
  <w:footnote w:type="continuationSeparator" w:id="0">
    <w:p w:rsidR="00EC0E1F" w:rsidRPr="00AC5D49" w:rsidRDefault="00EC0E1F" w:rsidP="005D5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81" w:rsidRDefault="005D578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25"/>
    <w:docVar w:name="ceh_info" w:val="МУНИЦИПАЛЬНОЕ КАЗЁННОЕ УЧРЕЖДЕНИЕ КУЛЬТУРЫ &quot;ЛЕБЕДЕВСКИЙ КУЛЬТУРНО-ДОСУГОВЫЙ ЦЕНТР&quot;"/>
    <w:docVar w:name="doc_name" w:val="Документ25"/>
    <w:docVar w:name="fill_date" w:val="01.03.2018"/>
    <w:docVar w:name="org_name" w:val="     "/>
    <w:docVar w:name="pers_guids" w:val="1FA50969BA854EBFA85F88B5106FD4EB@139-701-483 72"/>
    <w:docVar w:name="pers_snils" w:val="1FA50969BA854EBFA85F88B5106FD4EB@139-701-483 72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5D5781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E7D0E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D5781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C13AA"/>
    <w:rsid w:val="00CD2568"/>
    <w:rsid w:val="00D11966"/>
    <w:rsid w:val="00D6444C"/>
    <w:rsid w:val="00DC0F74"/>
    <w:rsid w:val="00DC1A91"/>
    <w:rsid w:val="00DD6622"/>
    <w:rsid w:val="00E25119"/>
    <w:rsid w:val="00E30B79"/>
    <w:rsid w:val="00E458F1"/>
    <w:rsid w:val="00EA3306"/>
    <w:rsid w:val="00EB7BDE"/>
    <w:rsid w:val="00EC0E1F"/>
    <w:rsid w:val="00EC5373"/>
    <w:rsid w:val="00EF6D39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D57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D5781"/>
    <w:rPr>
      <w:sz w:val="24"/>
    </w:rPr>
  </w:style>
  <w:style w:type="paragraph" w:styleId="ad">
    <w:name w:val="footer"/>
    <w:basedOn w:val="a"/>
    <w:link w:val="ae"/>
    <w:rsid w:val="005D57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5D57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Level Ltd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Installer</dc:creator>
  <cp:lastModifiedBy>CoolXP User</cp:lastModifiedBy>
  <cp:revision>5</cp:revision>
  <dcterms:created xsi:type="dcterms:W3CDTF">2018-03-01T08:10:00Z</dcterms:created>
  <dcterms:modified xsi:type="dcterms:W3CDTF">2018-03-16T07:04:00Z</dcterms:modified>
</cp:coreProperties>
</file>